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171" w:rsidRDefault="005C42B5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OFERTA </w:t>
      </w:r>
    </w:p>
    <w:p w:rsidR="005C42B5" w:rsidRDefault="00132200" w:rsidP="007C7171">
      <w:pPr>
        <w:jc w:val="center"/>
        <w:rPr>
          <w:b/>
          <w:bCs/>
          <w:sz w:val="28"/>
          <w:szCs w:val="28"/>
        </w:rPr>
      </w:pPr>
      <w:r w:rsidRPr="005C42B5">
        <w:rPr>
          <w:b/>
          <w:bCs/>
          <w:sz w:val="28"/>
          <w:szCs w:val="28"/>
        </w:rPr>
        <w:t xml:space="preserve">NA </w:t>
      </w:r>
      <w:r w:rsidR="004305AE" w:rsidRPr="004305AE">
        <w:rPr>
          <w:b/>
          <w:bCs/>
          <w:sz w:val="28"/>
          <w:szCs w:val="28"/>
        </w:rPr>
        <w:t>WYKONAN</w:t>
      </w:r>
      <w:r w:rsidR="00D568BA">
        <w:rPr>
          <w:b/>
          <w:bCs/>
          <w:sz w:val="28"/>
          <w:szCs w:val="28"/>
        </w:rPr>
        <w:t xml:space="preserve">IE </w:t>
      </w:r>
      <w:r w:rsidR="00EE5C46" w:rsidRPr="00EE5C46">
        <w:rPr>
          <w:b/>
          <w:bCs/>
          <w:sz w:val="28"/>
          <w:szCs w:val="28"/>
        </w:rPr>
        <w:t>ROBOTY BUDOWLANE</w:t>
      </w:r>
      <w:r w:rsidR="00EE5C46">
        <w:rPr>
          <w:b/>
          <w:bCs/>
          <w:sz w:val="28"/>
          <w:szCs w:val="28"/>
        </w:rPr>
        <w:t>J</w:t>
      </w:r>
      <w:r w:rsidR="00EE5C46" w:rsidRPr="00EE5C46">
        <w:rPr>
          <w:b/>
          <w:bCs/>
          <w:sz w:val="28"/>
          <w:szCs w:val="28"/>
        </w:rPr>
        <w:t xml:space="preserve"> PN. </w:t>
      </w:r>
      <w:r w:rsidR="00585919" w:rsidRPr="00585919">
        <w:rPr>
          <w:b/>
          <w:bCs/>
          <w:sz w:val="28"/>
          <w:szCs w:val="28"/>
        </w:rPr>
        <w:t>„</w:t>
      </w:r>
      <w:r w:rsidR="00A43631" w:rsidRPr="00A43631">
        <w:rPr>
          <w:b/>
          <w:bCs/>
          <w:sz w:val="28"/>
          <w:szCs w:val="28"/>
        </w:rPr>
        <w:t>MODERNIZACJA ODDZIAŁU POŁOŻNICZO-GINEKOLOGICZNEGO</w:t>
      </w:r>
      <w:r w:rsidR="00585919" w:rsidRPr="00585919">
        <w:rPr>
          <w:b/>
          <w:bCs/>
          <w:sz w:val="28"/>
          <w:szCs w:val="28"/>
        </w:rPr>
        <w:t>”</w:t>
      </w:r>
    </w:p>
    <w:p w:rsidR="007C7171" w:rsidRPr="005C42B5" w:rsidRDefault="007C7171" w:rsidP="007C7171">
      <w:pPr>
        <w:jc w:val="center"/>
        <w:rPr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A43631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1C1368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>:</w:t>
      </w:r>
      <w:r w:rsidR="00EE5C46">
        <w:t xml:space="preserve"> </w:t>
      </w:r>
      <w:r w:rsidR="00585919" w:rsidRPr="00585919">
        <w:t>„</w:t>
      </w:r>
      <w:r w:rsidR="00A43631" w:rsidRPr="00A43631">
        <w:t>Modernizacja Oddziału Położniczo-Ginekologicznego</w:t>
      </w:r>
      <w:bookmarkStart w:id="0" w:name="_GoBack"/>
      <w:bookmarkEnd w:id="0"/>
      <w:r w:rsidR="00585919" w:rsidRPr="00585919"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0A2445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2419D4">
        <w:rPr>
          <w:sz w:val="22"/>
          <w:szCs w:val="22"/>
        </w:rPr>
        <w:t xml:space="preserve"> ryczałtową</w:t>
      </w:r>
      <w:r w:rsidR="00C91AD9">
        <w:rPr>
          <w:sz w:val="22"/>
          <w:szCs w:val="22"/>
        </w:rPr>
        <w:t>:</w:t>
      </w:r>
    </w:p>
    <w:p w:rsidR="005E5A1C" w:rsidRPr="000A2445" w:rsidRDefault="00A50565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 xml:space="preserve">Wartość netto </w:t>
      </w:r>
      <w:r w:rsidR="005E5A1C" w:rsidRPr="000A2445">
        <w:rPr>
          <w:b/>
          <w:sz w:val="22"/>
          <w:szCs w:val="22"/>
        </w:rPr>
        <w:t>......................</w:t>
      </w:r>
      <w:r w:rsidR="00CE5BBC" w:rsidRPr="000A2445">
        <w:rPr>
          <w:b/>
          <w:sz w:val="22"/>
          <w:szCs w:val="22"/>
        </w:rPr>
        <w:t>............</w:t>
      </w:r>
      <w:r w:rsidR="005E5A1C" w:rsidRPr="000A2445">
        <w:rPr>
          <w:b/>
          <w:sz w:val="22"/>
          <w:szCs w:val="22"/>
        </w:rPr>
        <w:t>.zł (słownie: ......</w:t>
      </w:r>
      <w:r w:rsidR="009C51D3" w:rsidRPr="000A2445">
        <w:rPr>
          <w:b/>
          <w:sz w:val="22"/>
          <w:szCs w:val="22"/>
        </w:rPr>
        <w:t>.....</w:t>
      </w:r>
      <w:r w:rsidR="00612F8A" w:rsidRPr="000A2445">
        <w:rPr>
          <w:b/>
          <w:sz w:val="22"/>
          <w:szCs w:val="22"/>
        </w:rPr>
        <w:t>....................</w:t>
      </w:r>
      <w:r w:rsidRPr="000A2445">
        <w:rPr>
          <w:b/>
          <w:sz w:val="22"/>
          <w:szCs w:val="22"/>
        </w:rPr>
        <w:t>.</w:t>
      </w:r>
      <w:r w:rsidR="005E5A1C" w:rsidRPr="000A2445">
        <w:rPr>
          <w:b/>
          <w:sz w:val="22"/>
          <w:szCs w:val="22"/>
        </w:rPr>
        <w:t>............ złotych)</w:t>
      </w:r>
    </w:p>
    <w:p w:rsidR="005E5A1C" w:rsidRPr="000A2445" w:rsidRDefault="005E5A1C" w:rsidP="00A50565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VAT ........ % tj. ................</w:t>
      </w:r>
      <w:r w:rsidR="00CE5BBC" w:rsidRPr="000A2445">
        <w:rPr>
          <w:b/>
          <w:sz w:val="22"/>
          <w:szCs w:val="22"/>
        </w:rPr>
        <w:t>...........</w:t>
      </w:r>
      <w:r w:rsidRPr="000A2445">
        <w:rPr>
          <w:b/>
          <w:sz w:val="22"/>
          <w:szCs w:val="22"/>
        </w:rPr>
        <w:t xml:space="preserve">.... zł </w:t>
      </w:r>
      <w:r w:rsidR="00612F8A" w:rsidRPr="000A2445">
        <w:rPr>
          <w:b/>
          <w:sz w:val="22"/>
          <w:szCs w:val="22"/>
        </w:rPr>
        <w:t>(słownie:</w:t>
      </w:r>
      <w:r w:rsidR="00A50565" w:rsidRPr="000A2445">
        <w:rPr>
          <w:b/>
          <w:sz w:val="22"/>
          <w:szCs w:val="22"/>
        </w:rPr>
        <w:t xml:space="preserve"> ............................</w:t>
      </w:r>
      <w:r w:rsidR="00612F8A" w:rsidRPr="000A2445">
        <w:rPr>
          <w:b/>
          <w:sz w:val="22"/>
          <w:szCs w:val="22"/>
        </w:rPr>
        <w:t>................ złotych)</w:t>
      </w:r>
    </w:p>
    <w:p w:rsidR="000A2445" w:rsidRPr="000A2445" w:rsidRDefault="005E5A1C" w:rsidP="00B226A6">
      <w:pPr>
        <w:spacing w:before="80" w:after="80" w:line="276" w:lineRule="auto"/>
        <w:jc w:val="both"/>
        <w:rPr>
          <w:b/>
          <w:sz w:val="22"/>
          <w:szCs w:val="22"/>
        </w:rPr>
      </w:pPr>
      <w:r w:rsidRPr="000A2445">
        <w:rPr>
          <w:b/>
          <w:sz w:val="22"/>
          <w:szCs w:val="22"/>
        </w:rPr>
        <w:t>Wartość br</w:t>
      </w:r>
      <w:r w:rsidR="00612F8A" w:rsidRPr="000A2445">
        <w:rPr>
          <w:b/>
          <w:sz w:val="22"/>
          <w:szCs w:val="22"/>
        </w:rPr>
        <w:t>utto ....................</w:t>
      </w:r>
      <w:r w:rsidR="00CE5BBC" w:rsidRPr="000A2445">
        <w:rPr>
          <w:b/>
          <w:sz w:val="22"/>
          <w:szCs w:val="22"/>
        </w:rPr>
        <w:t>...........</w:t>
      </w:r>
      <w:r w:rsidR="00612F8A" w:rsidRPr="000A2445">
        <w:rPr>
          <w:b/>
          <w:sz w:val="22"/>
          <w:szCs w:val="22"/>
        </w:rPr>
        <w:t>...zł (słownie: ...........................</w:t>
      </w:r>
      <w:r w:rsidR="00A50565" w:rsidRPr="000A2445">
        <w:rPr>
          <w:b/>
          <w:sz w:val="22"/>
          <w:szCs w:val="22"/>
        </w:rPr>
        <w:t>.......</w:t>
      </w:r>
      <w:r w:rsidR="00612F8A" w:rsidRPr="000A2445">
        <w:rPr>
          <w:b/>
          <w:sz w:val="22"/>
          <w:szCs w:val="22"/>
        </w:rPr>
        <w:t>........... złotych)</w:t>
      </w:r>
      <w:r w:rsidR="000A2445" w:rsidRPr="000A2445">
        <w:rPr>
          <w:b/>
          <w:sz w:val="22"/>
          <w:szCs w:val="22"/>
        </w:rPr>
        <w:t xml:space="preserve"> </w:t>
      </w:r>
    </w:p>
    <w:p w:rsidR="007A6779" w:rsidRPr="000A2445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3D0649" w:rsidRDefault="003D0649" w:rsidP="003D0649">
      <w:pPr>
        <w:pStyle w:val="Nagwek1"/>
        <w:rPr>
          <w:rFonts w:eastAsia="CIDFont+F2" w:cs="Times New Roman"/>
          <w:sz w:val="22"/>
        </w:rPr>
      </w:pPr>
      <w:r>
        <w:rPr>
          <w:rFonts w:eastAsia="CIDFont+F2"/>
          <w:sz w:val="22"/>
        </w:rPr>
        <w:t xml:space="preserve">  </w:t>
      </w:r>
      <w:r w:rsidRPr="003D0649">
        <w:rPr>
          <w:rFonts w:eastAsia="CIDFont+F2" w:cs="Times New Roman"/>
          <w:sz w:val="22"/>
        </w:rPr>
        <w:t>Oferujemy termin gwarancji</w:t>
      </w:r>
      <w:r>
        <w:rPr>
          <w:rFonts w:eastAsia="CIDFont+F2" w:cs="Times New Roman"/>
          <w:sz w:val="22"/>
        </w:rPr>
        <w:t xml:space="preserve"> ………….</w:t>
      </w:r>
      <w:r w:rsidRPr="003D0649">
        <w:rPr>
          <w:rFonts w:eastAsia="CIDFont+F2" w:cs="Times New Roman"/>
          <w:sz w:val="22"/>
        </w:rPr>
        <w:t xml:space="preserve"> zrównany z okresem rę</w:t>
      </w:r>
      <w:r>
        <w:rPr>
          <w:rFonts w:eastAsia="CIDFont+F2" w:cs="Times New Roman"/>
          <w:sz w:val="22"/>
        </w:rPr>
        <w:t>kojmi liczony od dnia odbioru i </w:t>
      </w:r>
      <w:r w:rsidRPr="003D0649">
        <w:rPr>
          <w:rFonts w:eastAsia="CIDFont+F2" w:cs="Times New Roman"/>
          <w:sz w:val="22"/>
        </w:rPr>
        <w:t>uruchomi</w:t>
      </w:r>
      <w:r>
        <w:rPr>
          <w:rFonts w:eastAsia="CIDFont+F2" w:cs="Times New Roman"/>
          <w:sz w:val="22"/>
        </w:rPr>
        <w:t xml:space="preserve">enia przedmiotu zamówienia </w:t>
      </w:r>
      <w:r w:rsidRPr="003D0649">
        <w:rPr>
          <w:rFonts w:eastAsia="CIDFont+F2" w:cs="Times New Roman"/>
          <w:sz w:val="22"/>
        </w:rPr>
        <w:t>przyjęty jako kryterium oceny ofert</w:t>
      </w:r>
      <w:r>
        <w:rPr>
          <w:rFonts w:eastAsia="CIDFont+F2" w:cs="Times New Roman"/>
          <w:sz w:val="22"/>
        </w:rPr>
        <w:t>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2C6DAA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spełniamy warunki udziału określone przez zamawiającego w tym postępowaniu</w:t>
      </w:r>
      <w:r w:rsidR="005B0AE2" w:rsidRPr="002C6DAA">
        <w:rPr>
          <w:sz w:val="22"/>
          <w:szCs w:val="22"/>
        </w:rPr>
        <w:t>,</w:t>
      </w:r>
    </w:p>
    <w:p w:rsidR="005B0AE2" w:rsidRPr="002C6DAA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2C6DAA">
        <w:rPr>
          <w:sz w:val="22"/>
          <w:szCs w:val="22"/>
        </w:rPr>
        <w:t>przedmiot z</w:t>
      </w:r>
      <w:r w:rsidR="00C82D97" w:rsidRPr="002C6DAA">
        <w:rPr>
          <w:sz w:val="22"/>
          <w:szCs w:val="22"/>
        </w:rPr>
        <w:t>amówienia wykonamy w terminie</w:t>
      </w:r>
      <w:r w:rsidR="00590900">
        <w:rPr>
          <w:sz w:val="22"/>
          <w:szCs w:val="22"/>
        </w:rPr>
        <w:t xml:space="preserve"> </w:t>
      </w:r>
      <w:r w:rsidR="00EA6C9B">
        <w:rPr>
          <w:sz w:val="22"/>
          <w:szCs w:val="22"/>
        </w:rPr>
        <w:t xml:space="preserve"> </w:t>
      </w:r>
      <w:r w:rsidR="00086920">
        <w:rPr>
          <w:sz w:val="22"/>
          <w:szCs w:val="22"/>
        </w:rPr>
        <w:t>3</w:t>
      </w:r>
      <w:r w:rsidR="006877A1" w:rsidRPr="006877A1">
        <w:rPr>
          <w:sz w:val="22"/>
          <w:szCs w:val="22"/>
        </w:rPr>
        <w:t xml:space="preserve"> miesięcy</w:t>
      </w:r>
      <w:r w:rsidR="006877A1">
        <w:rPr>
          <w:sz w:val="22"/>
          <w:szCs w:val="22"/>
        </w:rPr>
        <w:t> </w:t>
      </w:r>
      <w:r w:rsidR="006877A1" w:rsidRPr="006877A1">
        <w:rPr>
          <w:sz w:val="22"/>
          <w:szCs w:val="22"/>
        </w:rPr>
        <w:t>od daty zawarcia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4F3D42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97F89">
        <w:rPr>
          <w:sz w:val="22"/>
          <w:szCs w:val="22"/>
        </w:rPr>
        <w:t>8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BC6163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="009249A2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794CB8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F5D" w:rsidRDefault="00522F5D">
      <w:r>
        <w:separator/>
      </w:r>
    </w:p>
  </w:endnote>
  <w:endnote w:type="continuationSeparator" w:id="0">
    <w:p w:rsidR="00522F5D" w:rsidRDefault="00522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676020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676020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A43631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F5D" w:rsidRDefault="00522F5D">
      <w:r>
        <w:separator/>
      </w:r>
    </w:p>
  </w:footnote>
  <w:footnote w:type="continuationSeparator" w:id="0">
    <w:p w:rsidR="00522F5D" w:rsidRDefault="00522F5D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3B14AF">
      <w:rPr>
        <w:rFonts w:ascii="Arial" w:hAnsi="Arial"/>
        <w:noProof/>
        <w:sz w:val="20"/>
        <w:szCs w:val="20"/>
      </w:rPr>
      <w:t>k sprawy:</w:t>
    </w:r>
    <w:r w:rsidR="00585919">
      <w:rPr>
        <w:rFonts w:ascii="Arial" w:hAnsi="Arial"/>
        <w:noProof/>
        <w:sz w:val="20"/>
        <w:szCs w:val="20"/>
      </w:rPr>
      <w:t xml:space="preserve"> SP ZOZ NZZP II 2400/26</w:t>
    </w:r>
    <w:r w:rsidR="00CB6EDB">
      <w:rPr>
        <w:rFonts w:ascii="Arial" w:hAnsi="Arial"/>
        <w:noProof/>
        <w:sz w:val="20"/>
        <w:szCs w:val="20"/>
      </w:rPr>
      <w:t>/20</w:t>
    </w:r>
    <w:r w:rsidR="003B14AF">
      <w:rPr>
        <w:rFonts w:ascii="Arial" w:hAnsi="Arial"/>
        <w:noProof/>
        <w:sz w:val="20"/>
        <w:szCs w:val="20"/>
      </w:rPr>
      <w:t xml:space="preserve">                  </w:t>
    </w:r>
    <w:r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02673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67717"/>
    <w:rsid w:val="00072412"/>
    <w:rsid w:val="0008128B"/>
    <w:rsid w:val="00086920"/>
    <w:rsid w:val="000877D0"/>
    <w:rsid w:val="000914CC"/>
    <w:rsid w:val="000A2445"/>
    <w:rsid w:val="000A66E0"/>
    <w:rsid w:val="000B1326"/>
    <w:rsid w:val="000B43DD"/>
    <w:rsid w:val="000B5888"/>
    <w:rsid w:val="000C051B"/>
    <w:rsid w:val="000C1FD6"/>
    <w:rsid w:val="000C2E4F"/>
    <w:rsid w:val="000C5977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2200"/>
    <w:rsid w:val="00136EC5"/>
    <w:rsid w:val="001409D2"/>
    <w:rsid w:val="0014311C"/>
    <w:rsid w:val="00144177"/>
    <w:rsid w:val="00151128"/>
    <w:rsid w:val="0015482E"/>
    <w:rsid w:val="0016009A"/>
    <w:rsid w:val="00160456"/>
    <w:rsid w:val="001640D6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1368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9D4"/>
    <w:rsid w:val="00241D12"/>
    <w:rsid w:val="00241D45"/>
    <w:rsid w:val="00253135"/>
    <w:rsid w:val="00254898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C6DAA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47A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A55"/>
    <w:rsid w:val="003A4FEE"/>
    <w:rsid w:val="003B14AF"/>
    <w:rsid w:val="003B23B8"/>
    <w:rsid w:val="003B288D"/>
    <w:rsid w:val="003B770A"/>
    <w:rsid w:val="003C07EB"/>
    <w:rsid w:val="003C445D"/>
    <w:rsid w:val="003C7197"/>
    <w:rsid w:val="003D0649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05AE"/>
    <w:rsid w:val="0043172C"/>
    <w:rsid w:val="004463B6"/>
    <w:rsid w:val="00452CC1"/>
    <w:rsid w:val="00452EE4"/>
    <w:rsid w:val="00466040"/>
    <w:rsid w:val="00482884"/>
    <w:rsid w:val="004840A1"/>
    <w:rsid w:val="00485757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3D42"/>
    <w:rsid w:val="004F42D8"/>
    <w:rsid w:val="004F47B9"/>
    <w:rsid w:val="004F60F9"/>
    <w:rsid w:val="004F6399"/>
    <w:rsid w:val="004F7841"/>
    <w:rsid w:val="004F7DE0"/>
    <w:rsid w:val="00510C72"/>
    <w:rsid w:val="005137A9"/>
    <w:rsid w:val="00521613"/>
    <w:rsid w:val="005220A0"/>
    <w:rsid w:val="00522F5D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85919"/>
    <w:rsid w:val="005903F0"/>
    <w:rsid w:val="00590900"/>
    <w:rsid w:val="00592147"/>
    <w:rsid w:val="00592B1E"/>
    <w:rsid w:val="00593C7D"/>
    <w:rsid w:val="00593CB3"/>
    <w:rsid w:val="005A31C9"/>
    <w:rsid w:val="005A33A4"/>
    <w:rsid w:val="005A3BDD"/>
    <w:rsid w:val="005A532D"/>
    <w:rsid w:val="005A5EC1"/>
    <w:rsid w:val="005A69C1"/>
    <w:rsid w:val="005B04C6"/>
    <w:rsid w:val="005B0AE2"/>
    <w:rsid w:val="005B364B"/>
    <w:rsid w:val="005B645C"/>
    <w:rsid w:val="005B7C63"/>
    <w:rsid w:val="005C35C2"/>
    <w:rsid w:val="005C42B5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F11"/>
    <w:rsid w:val="006430E1"/>
    <w:rsid w:val="00651054"/>
    <w:rsid w:val="00653EA9"/>
    <w:rsid w:val="00656296"/>
    <w:rsid w:val="006644F9"/>
    <w:rsid w:val="006647B0"/>
    <w:rsid w:val="00664E07"/>
    <w:rsid w:val="00665459"/>
    <w:rsid w:val="00666E79"/>
    <w:rsid w:val="006747FC"/>
    <w:rsid w:val="00676020"/>
    <w:rsid w:val="0068214C"/>
    <w:rsid w:val="0068656F"/>
    <w:rsid w:val="00686838"/>
    <w:rsid w:val="006877A1"/>
    <w:rsid w:val="006A2679"/>
    <w:rsid w:val="006A3B80"/>
    <w:rsid w:val="006A5B87"/>
    <w:rsid w:val="006B7438"/>
    <w:rsid w:val="006C5CF1"/>
    <w:rsid w:val="006C5E43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051"/>
    <w:rsid w:val="00726FCA"/>
    <w:rsid w:val="00730C26"/>
    <w:rsid w:val="00730EF8"/>
    <w:rsid w:val="00732BF5"/>
    <w:rsid w:val="007338E5"/>
    <w:rsid w:val="00733ED4"/>
    <w:rsid w:val="00734226"/>
    <w:rsid w:val="007368CF"/>
    <w:rsid w:val="00737178"/>
    <w:rsid w:val="00740839"/>
    <w:rsid w:val="00741AD6"/>
    <w:rsid w:val="0075211C"/>
    <w:rsid w:val="00754EC8"/>
    <w:rsid w:val="00757434"/>
    <w:rsid w:val="007602A2"/>
    <w:rsid w:val="00761241"/>
    <w:rsid w:val="00763488"/>
    <w:rsid w:val="00765649"/>
    <w:rsid w:val="00773775"/>
    <w:rsid w:val="00773A45"/>
    <w:rsid w:val="00775328"/>
    <w:rsid w:val="007753C8"/>
    <w:rsid w:val="0078247D"/>
    <w:rsid w:val="00787A32"/>
    <w:rsid w:val="00791B59"/>
    <w:rsid w:val="007929C3"/>
    <w:rsid w:val="00794CB8"/>
    <w:rsid w:val="00796D1B"/>
    <w:rsid w:val="007A6779"/>
    <w:rsid w:val="007A7825"/>
    <w:rsid w:val="007B290D"/>
    <w:rsid w:val="007B6442"/>
    <w:rsid w:val="007B7E19"/>
    <w:rsid w:val="007C2AF6"/>
    <w:rsid w:val="007C569F"/>
    <w:rsid w:val="007C7171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246E"/>
    <w:rsid w:val="00887A29"/>
    <w:rsid w:val="00890942"/>
    <w:rsid w:val="00891DC1"/>
    <w:rsid w:val="008B0E8F"/>
    <w:rsid w:val="008B56D6"/>
    <w:rsid w:val="008B6FC7"/>
    <w:rsid w:val="008C7A42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249A2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6D58"/>
    <w:rsid w:val="00947B42"/>
    <w:rsid w:val="009544A9"/>
    <w:rsid w:val="009557B0"/>
    <w:rsid w:val="009604B8"/>
    <w:rsid w:val="0096209D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D3B9B"/>
    <w:rsid w:val="009E5F54"/>
    <w:rsid w:val="009F0C42"/>
    <w:rsid w:val="009F3E84"/>
    <w:rsid w:val="009F447C"/>
    <w:rsid w:val="00A006DF"/>
    <w:rsid w:val="00A112D7"/>
    <w:rsid w:val="00A11EB6"/>
    <w:rsid w:val="00A14D79"/>
    <w:rsid w:val="00A24E61"/>
    <w:rsid w:val="00A31A91"/>
    <w:rsid w:val="00A33F65"/>
    <w:rsid w:val="00A417BD"/>
    <w:rsid w:val="00A42015"/>
    <w:rsid w:val="00A422AD"/>
    <w:rsid w:val="00A43631"/>
    <w:rsid w:val="00A4498F"/>
    <w:rsid w:val="00A47553"/>
    <w:rsid w:val="00A50213"/>
    <w:rsid w:val="00A50565"/>
    <w:rsid w:val="00A73E60"/>
    <w:rsid w:val="00A751CE"/>
    <w:rsid w:val="00A77083"/>
    <w:rsid w:val="00A84F3D"/>
    <w:rsid w:val="00A85571"/>
    <w:rsid w:val="00A91E82"/>
    <w:rsid w:val="00A92EDF"/>
    <w:rsid w:val="00AB2E12"/>
    <w:rsid w:val="00AB536E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B14"/>
    <w:rsid w:val="00B95EFE"/>
    <w:rsid w:val="00BA7C73"/>
    <w:rsid w:val="00BB6C81"/>
    <w:rsid w:val="00BC5439"/>
    <w:rsid w:val="00BC6163"/>
    <w:rsid w:val="00BD2AB2"/>
    <w:rsid w:val="00BD3411"/>
    <w:rsid w:val="00BD4F69"/>
    <w:rsid w:val="00BD5A81"/>
    <w:rsid w:val="00BD7A4E"/>
    <w:rsid w:val="00BE7A8D"/>
    <w:rsid w:val="00BF1EB9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97F89"/>
    <w:rsid w:val="00CA04E9"/>
    <w:rsid w:val="00CA139F"/>
    <w:rsid w:val="00CA3143"/>
    <w:rsid w:val="00CA6DDC"/>
    <w:rsid w:val="00CB11D9"/>
    <w:rsid w:val="00CB599D"/>
    <w:rsid w:val="00CB6B6F"/>
    <w:rsid w:val="00CB6EDB"/>
    <w:rsid w:val="00CC3384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5906"/>
    <w:rsid w:val="00D34459"/>
    <w:rsid w:val="00D35507"/>
    <w:rsid w:val="00D43DEB"/>
    <w:rsid w:val="00D5163E"/>
    <w:rsid w:val="00D55F45"/>
    <w:rsid w:val="00D568BA"/>
    <w:rsid w:val="00D73B0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C0E68"/>
    <w:rsid w:val="00DC60C8"/>
    <w:rsid w:val="00DD16EF"/>
    <w:rsid w:val="00DE45DF"/>
    <w:rsid w:val="00DE4A00"/>
    <w:rsid w:val="00DE5648"/>
    <w:rsid w:val="00DE5731"/>
    <w:rsid w:val="00E012E4"/>
    <w:rsid w:val="00E03DF5"/>
    <w:rsid w:val="00E065DE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D38"/>
    <w:rsid w:val="00E87E55"/>
    <w:rsid w:val="00E966C6"/>
    <w:rsid w:val="00EA6C9B"/>
    <w:rsid w:val="00EB0384"/>
    <w:rsid w:val="00EB1923"/>
    <w:rsid w:val="00EB7210"/>
    <w:rsid w:val="00EC757E"/>
    <w:rsid w:val="00ED2EEC"/>
    <w:rsid w:val="00ED36EC"/>
    <w:rsid w:val="00ED3815"/>
    <w:rsid w:val="00ED7AEB"/>
    <w:rsid w:val="00EE554F"/>
    <w:rsid w:val="00EE5C46"/>
    <w:rsid w:val="00EE5C56"/>
    <w:rsid w:val="00EF0E18"/>
    <w:rsid w:val="00EF1D67"/>
    <w:rsid w:val="00EF5CAE"/>
    <w:rsid w:val="00EF62BC"/>
    <w:rsid w:val="00EF7E82"/>
    <w:rsid w:val="00F06677"/>
    <w:rsid w:val="00F07BA1"/>
    <w:rsid w:val="00F07F2C"/>
    <w:rsid w:val="00F07FD6"/>
    <w:rsid w:val="00F13AB5"/>
    <w:rsid w:val="00F172AA"/>
    <w:rsid w:val="00F25435"/>
    <w:rsid w:val="00F30BFC"/>
    <w:rsid w:val="00F350D5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D7FFD"/>
    <w:rsid w:val="00FE0712"/>
    <w:rsid w:val="00FE49B8"/>
    <w:rsid w:val="00FE6283"/>
    <w:rsid w:val="00FE6EE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331AB2-DE20-4695-9A5A-5203EAD8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6C5EE-7319-401A-A71F-E487C743B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93</TotalTime>
  <Pages>3</Pages>
  <Words>1024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323</cp:revision>
  <cp:lastPrinted>2019-03-06T11:54:00Z</cp:lastPrinted>
  <dcterms:created xsi:type="dcterms:W3CDTF">2018-03-08T08:22:00Z</dcterms:created>
  <dcterms:modified xsi:type="dcterms:W3CDTF">2020-08-18T09:00:00Z</dcterms:modified>
  <cp:category/>
</cp:coreProperties>
</file>